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0A60B" w14:textId="77777777" w:rsidR="00B73108" w:rsidRDefault="00075C79" w:rsidP="00B73108">
      <w:pPr>
        <w:pStyle w:val="logo"/>
        <w:jc w:val="left"/>
      </w:pPr>
      <w:r w:rsidRPr="003628BE">
        <w:drawing>
          <wp:anchor distT="0" distB="0" distL="114300" distR="114300" simplePos="0" relativeHeight="251658240" behindDoc="0" locked="0" layoutInCell="1" allowOverlap="1" wp14:anchorId="308AEB8B" wp14:editId="7229A3B8">
            <wp:simplePos x="0" y="0"/>
            <wp:positionH relativeFrom="column">
              <wp:posOffset>1147445</wp:posOffset>
            </wp:positionH>
            <wp:positionV relativeFrom="paragraph">
              <wp:posOffset>0</wp:posOffset>
            </wp:positionV>
            <wp:extent cx="3567430" cy="597504"/>
            <wp:effectExtent l="0" t="0" r="0" b="0"/>
            <wp:wrapSquare wrapText="bothSides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430" cy="597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B3ABA9" w14:textId="77777777" w:rsidR="00EE6B8E" w:rsidRDefault="00EE6B8E" w:rsidP="00B73108">
      <w:pPr>
        <w:pStyle w:val="logo"/>
        <w:jc w:val="left"/>
        <w:rPr>
          <w:b/>
          <w:sz w:val="24"/>
        </w:rPr>
      </w:pPr>
    </w:p>
    <w:p w14:paraId="1DD00FA1" w14:textId="77777777" w:rsidR="00EE6B8E" w:rsidRDefault="00EE6B8E" w:rsidP="00B73108">
      <w:pPr>
        <w:pStyle w:val="logo"/>
        <w:jc w:val="left"/>
        <w:rPr>
          <w:b/>
          <w:sz w:val="24"/>
        </w:rPr>
      </w:pPr>
    </w:p>
    <w:p w14:paraId="295EAC7E" w14:textId="3559F01B" w:rsidR="001B50EF" w:rsidRPr="00673913" w:rsidRDefault="00EE6B8E" w:rsidP="00B73108">
      <w:pPr>
        <w:pStyle w:val="logo"/>
        <w:jc w:val="left"/>
        <w:rPr>
          <w:szCs w:val="20"/>
        </w:rPr>
      </w:pPr>
      <w:r w:rsidRPr="00673913">
        <w:rPr>
          <w:szCs w:val="20"/>
        </w:rPr>
        <w:t>Příloha č. 2 smlouvy</w:t>
      </w:r>
      <w:r w:rsidR="00B73108" w:rsidRPr="00673913">
        <w:rPr>
          <w:szCs w:val="20"/>
        </w:rPr>
        <w:br w:type="textWrapping" w:clear="all"/>
      </w:r>
      <w:bookmarkStart w:id="0" w:name="_GoBack"/>
      <w:bookmarkEnd w:id="0"/>
    </w:p>
    <w:p w14:paraId="300C35F7" w14:textId="13C81370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="00787EA7">
        <w:t xml:space="preserve"> 4133</w:t>
      </w:r>
    </w:p>
    <w:p w14:paraId="5F7F168D" w14:textId="77777777" w:rsidR="00CA454E" w:rsidRPr="007A420C" w:rsidRDefault="00AB5886" w:rsidP="007A420C">
      <w:pPr>
        <w:pStyle w:val="titul"/>
      </w:pPr>
      <w:r w:rsidRPr="007A420C">
        <w:t xml:space="preserve">PŘEDÁVACÍ </w:t>
      </w:r>
      <w:r w:rsidR="00BD28A1" w:rsidRPr="007A420C">
        <w:t xml:space="preserve">– AKCEPTAČNÍ </w:t>
      </w:r>
      <w:r w:rsidRPr="007A420C">
        <w:t>PROTOKOL</w:t>
      </w:r>
    </w:p>
    <w:p w14:paraId="2991068D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33980C8A" w14:textId="77777777" w:rsidTr="002C08B5">
        <w:trPr>
          <w:cantSplit/>
          <w:trHeight w:val="3119"/>
        </w:trPr>
        <w:tc>
          <w:tcPr>
            <w:tcW w:w="4258" w:type="dxa"/>
          </w:tcPr>
          <w:p w14:paraId="3BB51535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2CFB5EC2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426EFD69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2"/>
          </w:p>
          <w:p w14:paraId="36FC832E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3"/>
          </w:p>
          <w:p w14:paraId="104153FB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353F769C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EB621E0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0C3E7B19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54053710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671E3781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0D442FC6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0BE98597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18B6B059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6B25EB8A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675EBBD0" w14:textId="77777777" w:rsidTr="00681412">
        <w:tc>
          <w:tcPr>
            <w:tcW w:w="2500" w:type="pct"/>
          </w:tcPr>
          <w:p w14:paraId="28C9EC12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65722768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5DEE4288" w14:textId="77777777" w:rsidTr="00681412">
        <w:tc>
          <w:tcPr>
            <w:tcW w:w="2500" w:type="pct"/>
          </w:tcPr>
          <w:p w14:paraId="3857FE25" w14:textId="77777777" w:rsidR="00681412" w:rsidRDefault="002C08B5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="00681412" w:rsidRPr="00A1681C">
              <w:t>/20</w:t>
            </w:r>
            <w:r w:rsidR="00A7506B">
              <w:fldChar w:fldCharType="begin">
                <w:ffData>
                  <w:name w:val="letopočet"/>
                  <w:enabled/>
                  <w:calcOnExit w:val="0"/>
                  <w:textInput>
                    <w:type w:val="number"/>
                    <w:default w:val="17"/>
                    <w:maxLength w:val="2"/>
                    <w:format w:val="00"/>
                  </w:textInput>
                </w:ffData>
              </w:fldChar>
            </w:r>
            <w:bookmarkStart w:id="7" w:name="letopočet"/>
            <w:r w:rsidR="00A7506B">
              <w:instrText xml:space="preserve"> FORMTEXT </w:instrText>
            </w:r>
            <w:r w:rsidR="00A7506B">
              <w:fldChar w:fldCharType="separate"/>
            </w:r>
            <w:r w:rsidR="00A7506B">
              <w:rPr>
                <w:noProof/>
              </w:rPr>
              <w:t>17</w:t>
            </w:r>
            <w:r w:rsidR="00A7506B">
              <w:fldChar w:fldCharType="end"/>
            </w:r>
            <w:bookmarkEnd w:id="7"/>
          </w:p>
        </w:tc>
        <w:tc>
          <w:tcPr>
            <w:tcW w:w="2500" w:type="pct"/>
          </w:tcPr>
          <w:p w14:paraId="22BD9448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187B33F9" w14:textId="77777777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 plněn</w:t>
      </w:r>
      <w:r>
        <w:t xml:space="preserve">í díla </w:t>
      </w:r>
      <w:r w:rsidR="00274712">
        <w:fldChar w:fldCharType="begin">
          <w:ffData>
            <w:name w:val="text"/>
            <w:enabled/>
            <w:calcOnExit w:val="0"/>
            <w:textInput/>
          </w:ffData>
        </w:fldChar>
      </w:r>
      <w:bookmarkStart w:id="9" w:name="text"/>
      <w:r w:rsidR="00274712">
        <w:instrText xml:space="preserve"> FORMTEXT </w:instrText>
      </w:r>
      <w:r w:rsidR="00274712">
        <w:fldChar w:fldCharType="separate"/>
      </w:r>
      <w:r w:rsidR="00274712">
        <w:rPr>
          <w:noProof/>
        </w:rPr>
        <w:t> </w:t>
      </w:r>
      <w:r w:rsidR="00274712">
        <w:rPr>
          <w:noProof/>
        </w:rPr>
        <w:t> </w:t>
      </w:r>
      <w:r w:rsidR="00274712">
        <w:rPr>
          <w:noProof/>
        </w:rPr>
        <w:t> </w:t>
      </w:r>
      <w:r w:rsidR="00274712">
        <w:rPr>
          <w:noProof/>
        </w:rPr>
        <w:t> </w:t>
      </w:r>
      <w:r w:rsidR="00274712">
        <w:rPr>
          <w:noProof/>
        </w:rPr>
        <w:t> </w:t>
      </w:r>
      <w:r w:rsidR="00274712">
        <w:fldChar w:fldCharType="end"/>
      </w:r>
      <w:bookmarkEnd w:id="9"/>
    </w:p>
    <w:p w14:paraId="4985A5C2" w14:textId="77777777" w:rsidR="00EE730F" w:rsidRDefault="00274712" w:rsidP="008D184E">
      <w:pPr>
        <w:pStyle w:val="pedmtakceptace"/>
      </w:pPr>
      <w:r>
        <w:fldChar w:fldCharType="begin">
          <w:ffData>
            <w:name w:val="text_pokr1"/>
            <w:enabled/>
            <w:calcOnExit w:val="0"/>
            <w:textInput/>
          </w:ffData>
        </w:fldChar>
      </w:r>
      <w:bookmarkStart w:id="10" w:name="text_pokr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2734D633" w14:textId="77777777" w:rsidR="00EE730F" w:rsidRDefault="00274712" w:rsidP="008D184E">
      <w:pPr>
        <w:pStyle w:val="pedmtakceptace"/>
      </w:pPr>
      <w:r>
        <w:fldChar w:fldCharType="begin">
          <w:ffData>
            <w:name w:val="text_pokr2"/>
            <w:enabled/>
            <w:calcOnExit w:val="0"/>
            <w:textInput/>
          </w:ffData>
        </w:fldChar>
      </w:r>
      <w:bookmarkStart w:id="11" w:name="text_pokr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310A2A63" w14:textId="77777777" w:rsidR="00EE730F" w:rsidRDefault="00E355DB" w:rsidP="008D184E">
      <w:pPr>
        <w:pStyle w:val="pedmtakceptace"/>
      </w:pPr>
      <w:r>
        <w:t xml:space="preserve">Datum předání: </w:t>
      </w:r>
      <w:r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2" w:name="datum_předá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6E08D2DB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1BF260C1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638E12EB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1"/>
            <w:r>
              <w:instrText xml:space="preserve"> FORMCHECKBOX </w:instrText>
            </w:r>
            <w:r w:rsidR="00673913">
              <w:fldChar w:fldCharType="separate"/>
            </w:r>
            <w:r>
              <w:fldChar w:fldCharType="end"/>
            </w:r>
            <w:bookmarkEnd w:id="13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5C78A8D8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"/>
            <w:r>
              <w:instrText xml:space="preserve"> FORMCHECKBOX </w:instrText>
            </w:r>
            <w:r w:rsidR="00673913">
              <w:fldChar w:fldCharType="separate"/>
            </w:r>
            <w:r>
              <w:fldChar w:fldCharType="end"/>
            </w:r>
            <w:bookmarkEnd w:id="14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6D56DCF0" w14:textId="77777777" w:rsidTr="008D184E">
        <w:trPr>
          <w:trHeight w:val="865"/>
        </w:trPr>
        <w:tc>
          <w:tcPr>
            <w:tcW w:w="2444" w:type="pct"/>
          </w:tcPr>
          <w:p w14:paraId="3C769060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73913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2B8D788F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73913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3866DEF8" w14:textId="77777777" w:rsidR="009D2F15" w:rsidRDefault="009D2F15" w:rsidP="009D2F15">
      <w:pPr>
        <w:pStyle w:val="mezera"/>
      </w:pPr>
    </w:p>
    <w:p w14:paraId="5D84ACA1" w14:textId="77777777" w:rsidR="00037333" w:rsidRDefault="00037333" w:rsidP="009D2F15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66007D1A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5DF82D7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AAB5097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F8C92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20029C75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BCC33E6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23EFD626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F7303E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0A1BB57B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F38F77E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B5F15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FB9F52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0C059854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40DD500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13D02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7E1C05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4DB194F0" w14:textId="77777777" w:rsidR="009D2F15" w:rsidRDefault="009D2F15" w:rsidP="009D2F15">
      <w:pPr>
        <w:pStyle w:val="mezera"/>
      </w:pPr>
    </w:p>
    <w:p w14:paraId="30ABA23E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37BFC6A" w14:textId="77777777" w:rsidR="00CC5B53" w:rsidRDefault="00CC5B53" w:rsidP="00B8531A">
      <w:pPr>
        <w:pStyle w:val="stejnopisy-skoneno"/>
      </w:pPr>
      <w:r w:rsidRPr="00FF4CAE">
        <w:t xml:space="preserve">Tento protokol byl vyhotoven ve třech stejnopisech, z nichž </w:t>
      </w:r>
      <w:r w:rsidR="00F92FAE" w:rsidRPr="00FF4CAE">
        <w:t>objednatel</w:t>
      </w:r>
      <w:r w:rsidR="006B7D0E" w:rsidRPr="00FF4CAE">
        <w:t xml:space="preserve"> obdrží dva a </w:t>
      </w:r>
      <w:r w:rsidR="00F92FAE" w:rsidRPr="00FF4CAE">
        <w:t>zhotovitel</w:t>
      </w:r>
      <w:r w:rsidRPr="00FF4CAE">
        <w:t xml:space="preserve"> jeden.</w:t>
      </w:r>
    </w:p>
    <w:p w14:paraId="068F4AD3" w14:textId="77777777" w:rsidR="00E355DB" w:rsidRPr="007D72AD" w:rsidRDefault="00274712" w:rsidP="007B1F49">
      <w:pPr>
        <w:pStyle w:val="stejnopisy-skoneno"/>
      </w:pPr>
      <w:r w:rsidRPr="00274712">
        <w:t>Akceptační řízení skončeno dne</w:t>
      </w:r>
      <w:r w:rsidR="007B1F49" w:rsidRPr="007D72AD">
        <w:t xml:space="preserve"> </w:t>
      </w:r>
      <w:r w:rsidR="007B1F49">
        <w:fldChar w:fldCharType="begin">
          <w:ffData>
            <w:name w:val="datum_ukonče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5" w:name="datum_ukončení"/>
      <w:r w:rsidR="007B1F49">
        <w:instrText xml:space="preserve"> FORMTEXT </w:instrText>
      </w:r>
      <w:r w:rsidR="007B1F49">
        <w:fldChar w:fldCharType="separate"/>
      </w:r>
      <w:r w:rsidR="007B1F49">
        <w:t> </w:t>
      </w:r>
      <w:r w:rsidR="007B1F49">
        <w:t> </w:t>
      </w:r>
      <w:r w:rsidR="007B1F49">
        <w:t> </w:t>
      </w:r>
      <w:r w:rsidR="007B1F49">
        <w:t> </w:t>
      </w:r>
      <w:r w:rsidR="007B1F49">
        <w:t> </w:t>
      </w:r>
      <w:r w:rsidR="007B1F49">
        <w:fldChar w:fldCharType="end"/>
      </w:r>
      <w:bookmarkEnd w:id="15"/>
      <w:r w:rsidR="007B1F49"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B126C9" w:rsidRPr="00912A39" w14:paraId="0BC5F18A" w14:textId="77777777" w:rsidTr="00274712">
        <w:trPr>
          <w:trHeight w:val="1134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42362BBC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1134" w:type="dxa"/>
            <w:vAlign w:val="bottom"/>
          </w:tcPr>
          <w:p w14:paraId="3338B625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1B08408" w14:textId="77777777" w:rsidR="00B126C9" w:rsidRPr="003628BE" w:rsidRDefault="00B126C9" w:rsidP="00F34194">
            <w:pPr>
              <w:pStyle w:val="podpis"/>
              <w:keepNext/>
            </w:pPr>
          </w:p>
        </w:tc>
      </w:tr>
      <w:tr w:rsidR="00B126C9" w:rsidRPr="00912A39" w14:paraId="051CFBBB" w14:textId="77777777" w:rsidTr="008D184E">
        <w:tc>
          <w:tcPr>
            <w:tcW w:w="3969" w:type="dxa"/>
            <w:tcBorders>
              <w:top w:val="single" w:sz="4" w:space="0" w:color="auto"/>
            </w:tcBorders>
          </w:tcPr>
          <w:p w14:paraId="43CFEB50" w14:textId="77777777" w:rsidR="00B126C9" w:rsidRPr="003628BE" w:rsidRDefault="004E12FE" w:rsidP="00F34194">
            <w:pPr>
              <w:pStyle w:val="podpis-fce"/>
              <w:keepLines w:val="0"/>
            </w:pPr>
            <w:r w:rsidRPr="003628BE">
              <w:t xml:space="preserve">podpis </w:t>
            </w:r>
            <w:r w:rsidR="00AB5886" w:rsidRPr="003628BE">
              <w:t xml:space="preserve">zástupce </w:t>
            </w:r>
            <w:r w:rsidR="00E10828">
              <w:t>zhotovitele</w:t>
            </w:r>
          </w:p>
        </w:tc>
        <w:tc>
          <w:tcPr>
            <w:tcW w:w="1134" w:type="dxa"/>
          </w:tcPr>
          <w:p w14:paraId="1A832E09" w14:textId="77777777" w:rsidR="00B126C9" w:rsidRPr="00912A39" w:rsidRDefault="00B126C9" w:rsidP="00F34194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589DE2C" w14:textId="77777777" w:rsidR="00B126C9" w:rsidRPr="00912A39" w:rsidRDefault="004E12FE" w:rsidP="00F34194">
            <w:pPr>
              <w:pStyle w:val="podpis-fce"/>
              <w:keepLines w:val="0"/>
            </w:pPr>
            <w:r w:rsidRPr="00912A39">
              <w:t xml:space="preserve">podpis </w:t>
            </w:r>
            <w:r w:rsidR="00AB5886">
              <w:t xml:space="preserve">zástupce </w:t>
            </w:r>
            <w:r w:rsidR="00E10828">
              <w:t>objednatele</w:t>
            </w:r>
          </w:p>
        </w:tc>
      </w:tr>
    </w:tbl>
    <w:p w14:paraId="43F1DBD2" w14:textId="77777777" w:rsidR="00B8531A" w:rsidRPr="002D4741" w:rsidRDefault="00B8531A" w:rsidP="00585D91">
      <w:pPr>
        <w:pStyle w:val="mezera"/>
      </w:pPr>
    </w:p>
    <w:sectPr w:rsidR="00B8531A" w:rsidRPr="002D4741" w:rsidSect="00856F5F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D08A1" w14:textId="77777777" w:rsidR="00FE0533" w:rsidRDefault="00FE0533">
      <w:r>
        <w:separator/>
      </w:r>
    </w:p>
  </w:endnote>
  <w:endnote w:type="continuationSeparator" w:id="0">
    <w:p w14:paraId="78AB09F2" w14:textId="77777777" w:rsidR="00FE0533" w:rsidRDefault="00FE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9E847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C0A975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821182"/>
      <w:docPartObj>
        <w:docPartGallery w:val="Page Numbers (Bottom of Page)"/>
        <w:docPartUnique/>
      </w:docPartObj>
    </w:sdtPr>
    <w:sdtEndPr/>
    <w:sdtContent>
      <w:sdt>
        <w:sdtPr>
          <w:id w:val="-647741098"/>
          <w:docPartObj>
            <w:docPartGallery w:val="Page Numbers (Top of Page)"/>
            <w:docPartUnique/>
          </w:docPartObj>
        </w:sdtPr>
        <w:sdtEndPr/>
        <w:sdtContent>
          <w:p w14:paraId="1D8ACC55" w14:textId="7FF17E3D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673913">
              <w:rPr>
                <w:noProof/>
              </w:rPr>
              <w:t>2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673913">
              <w:rPr>
                <w:noProof/>
              </w:rPr>
              <w:t>2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499A" w14:textId="77777777" w:rsidR="00F34194" w:rsidRPr="00F34194" w:rsidRDefault="00673913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FE0533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7F56E" w14:textId="77777777" w:rsidR="00FE0533" w:rsidRDefault="00FE0533">
      <w:r>
        <w:separator/>
      </w:r>
    </w:p>
  </w:footnote>
  <w:footnote w:type="continuationSeparator" w:id="0">
    <w:p w14:paraId="0039D06D" w14:textId="77777777" w:rsidR="00FE0533" w:rsidRDefault="00FE0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C7B27" w14:textId="77777777" w:rsidR="00D96857" w:rsidRDefault="00D96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A56FF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33"/>
    <w:rsid w:val="00001D5C"/>
    <w:rsid w:val="00023994"/>
    <w:rsid w:val="00037333"/>
    <w:rsid w:val="00037899"/>
    <w:rsid w:val="000634A5"/>
    <w:rsid w:val="00066EB4"/>
    <w:rsid w:val="00075C79"/>
    <w:rsid w:val="000970E1"/>
    <w:rsid w:val="000B0BAD"/>
    <w:rsid w:val="000C3E6C"/>
    <w:rsid w:val="000D5C0B"/>
    <w:rsid w:val="000E4E9D"/>
    <w:rsid w:val="000E7A37"/>
    <w:rsid w:val="00122568"/>
    <w:rsid w:val="00144787"/>
    <w:rsid w:val="00145DB2"/>
    <w:rsid w:val="0014782B"/>
    <w:rsid w:val="001674E4"/>
    <w:rsid w:val="00171E96"/>
    <w:rsid w:val="00197B4A"/>
    <w:rsid w:val="001B50EF"/>
    <w:rsid w:val="001E4F26"/>
    <w:rsid w:val="002160EC"/>
    <w:rsid w:val="0025119A"/>
    <w:rsid w:val="002635B1"/>
    <w:rsid w:val="00263A9A"/>
    <w:rsid w:val="002643A4"/>
    <w:rsid w:val="00274712"/>
    <w:rsid w:val="002B2568"/>
    <w:rsid w:val="002C08B5"/>
    <w:rsid w:val="002C27C3"/>
    <w:rsid w:val="002D4741"/>
    <w:rsid w:val="002F4336"/>
    <w:rsid w:val="002F4847"/>
    <w:rsid w:val="003628BE"/>
    <w:rsid w:val="00363F97"/>
    <w:rsid w:val="00391005"/>
    <w:rsid w:val="00392E86"/>
    <w:rsid w:val="0039751F"/>
    <w:rsid w:val="003A6030"/>
    <w:rsid w:val="003E797C"/>
    <w:rsid w:val="0040545D"/>
    <w:rsid w:val="00424E3B"/>
    <w:rsid w:val="00460587"/>
    <w:rsid w:val="00460DCF"/>
    <w:rsid w:val="00471570"/>
    <w:rsid w:val="00472389"/>
    <w:rsid w:val="00492349"/>
    <w:rsid w:val="004A1FD9"/>
    <w:rsid w:val="004B59BC"/>
    <w:rsid w:val="004B7E5B"/>
    <w:rsid w:val="004E12FE"/>
    <w:rsid w:val="004E7B18"/>
    <w:rsid w:val="004F01C4"/>
    <w:rsid w:val="005036CA"/>
    <w:rsid w:val="00522433"/>
    <w:rsid w:val="00530914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6333E"/>
    <w:rsid w:val="00673913"/>
    <w:rsid w:val="00681412"/>
    <w:rsid w:val="006915B8"/>
    <w:rsid w:val="006B7D0E"/>
    <w:rsid w:val="006D035A"/>
    <w:rsid w:val="006D329D"/>
    <w:rsid w:val="006E4202"/>
    <w:rsid w:val="007415D1"/>
    <w:rsid w:val="00760CB1"/>
    <w:rsid w:val="00772A6B"/>
    <w:rsid w:val="00786051"/>
    <w:rsid w:val="00787EA7"/>
    <w:rsid w:val="007A1D10"/>
    <w:rsid w:val="007A420C"/>
    <w:rsid w:val="007B1F49"/>
    <w:rsid w:val="007C0842"/>
    <w:rsid w:val="007E0582"/>
    <w:rsid w:val="007E1353"/>
    <w:rsid w:val="00823E9B"/>
    <w:rsid w:val="00856F5F"/>
    <w:rsid w:val="008B19CE"/>
    <w:rsid w:val="008C4CCE"/>
    <w:rsid w:val="008D184E"/>
    <w:rsid w:val="00911627"/>
    <w:rsid w:val="00912A39"/>
    <w:rsid w:val="00914726"/>
    <w:rsid w:val="00922704"/>
    <w:rsid w:val="009355DC"/>
    <w:rsid w:val="0094198C"/>
    <w:rsid w:val="00950036"/>
    <w:rsid w:val="00981125"/>
    <w:rsid w:val="009A0E32"/>
    <w:rsid w:val="009B51DC"/>
    <w:rsid w:val="009D2F15"/>
    <w:rsid w:val="009E74AD"/>
    <w:rsid w:val="009F06E5"/>
    <w:rsid w:val="00A00708"/>
    <w:rsid w:val="00A0211A"/>
    <w:rsid w:val="00A13168"/>
    <w:rsid w:val="00A1681C"/>
    <w:rsid w:val="00A20342"/>
    <w:rsid w:val="00A52F61"/>
    <w:rsid w:val="00A5489F"/>
    <w:rsid w:val="00A7506B"/>
    <w:rsid w:val="00A8244C"/>
    <w:rsid w:val="00A92496"/>
    <w:rsid w:val="00A9738D"/>
    <w:rsid w:val="00AA0501"/>
    <w:rsid w:val="00AB5886"/>
    <w:rsid w:val="00AD305D"/>
    <w:rsid w:val="00B126C9"/>
    <w:rsid w:val="00B46424"/>
    <w:rsid w:val="00B73108"/>
    <w:rsid w:val="00B810A5"/>
    <w:rsid w:val="00B8531A"/>
    <w:rsid w:val="00B936D4"/>
    <w:rsid w:val="00BA1F11"/>
    <w:rsid w:val="00BD28A1"/>
    <w:rsid w:val="00BF69FC"/>
    <w:rsid w:val="00C02AFD"/>
    <w:rsid w:val="00C33467"/>
    <w:rsid w:val="00C4304E"/>
    <w:rsid w:val="00C43BAE"/>
    <w:rsid w:val="00C44CCE"/>
    <w:rsid w:val="00C45AA9"/>
    <w:rsid w:val="00C463A6"/>
    <w:rsid w:val="00C55582"/>
    <w:rsid w:val="00C57167"/>
    <w:rsid w:val="00C73210"/>
    <w:rsid w:val="00CA13EB"/>
    <w:rsid w:val="00CA454E"/>
    <w:rsid w:val="00CC1F3C"/>
    <w:rsid w:val="00CC5B53"/>
    <w:rsid w:val="00D31057"/>
    <w:rsid w:val="00D36AE5"/>
    <w:rsid w:val="00D404B5"/>
    <w:rsid w:val="00D7510C"/>
    <w:rsid w:val="00D90921"/>
    <w:rsid w:val="00D96857"/>
    <w:rsid w:val="00DB2C25"/>
    <w:rsid w:val="00DB31C7"/>
    <w:rsid w:val="00DB4114"/>
    <w:rsid w:val="00E10828"/>
    <w:rsid w:val="00E203AF"/>
    <w:rsid w:val="00E355DB"/>
    <w:rsid w:val="00E55686"/>
    <w:rsid w:val="00E7236B"/>
    <w:rsid w:val="00E74133"/>
    <w:rsid w:val="00E85C7C"/>
    <w:rsid w:val="00E92812"/>
    <w:rsid w:val="00EA7C28"/>
    <w:rsid w:val="00EC1B30"/>
    <w:rsid w:val="00EC36F8"/>
    <w:rsid w:val="00EE6B8E"/>
    <w:rsid w:val="00EE730F"/>
    <w:rsid w:val="00F34194"/>
    <w:rsid w:val="00F51E29"/>
    <w:rsid w:val="00F764B7"/>
    <w:rsid w:val="00F92FAE"/>
    <w:rsid w:val="00FB6187"/>
    <w:rsid w:val="00FB63D5"/>
    <w:rsid w:val="00FD1466"/>
    <w:rsid w:val="00FD576F"/>
    <w:rsid w:val="00FE0533"/>
    <w:rsid w:val="00FF4CAE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327479"/>
  <w15:docId w15:val="{F3B7A887-8805-442F-A376-3B494DD4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7A420C"/>
    <w:pPr>
      <w:spacing w:before="600" w:after="360" w:line="24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274712"/>
    <w:pPr>
      <w:spacing w:line="240" w:lineRule="auto"/>
      <w:ind w:left="590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-skoneno">
    <w:name w:val="stejnopisy-skončeno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znikova\OneDrive\01%20UZEI\2017%20VZ\VZ%2021%20-%2024%202017%20-%20%201130%20%20%20%20%20%20%20%20%20%20%20Statistick&#233;%20&#353;et&#345;en&#237;%20na%20ekologick&#253;ch%20farm&#225;ch\Zad&#225;vac&#237;%20podm&#237;nky\Smlouvy\P&#345;&#237;loha%206_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04af486-4529-4ba2-9e20-fe30fad891fd">YZ7NKYK2UV74-11-697</_dlc_DocId>
    <_dlc_DocIdUrl xmlns="504af486-4529-4ba2-9e20-fe30fad891fd">
      <Url>http://intranet/_layouts/15/DocIdRedir.aspx?ID=YZ7NKYK2UV74-11-697</Url>
      <Description>YZ7NKYK2UV74-11-697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EFA4C14F064F45B25D82BF2851270F" ma:contentTypeVersion="0" ma:contentTypeDescription="Vytvoří nový dokument" ma:contentTypeScope="" ma:versionID="228b0c252d52ae523d2f2fd8185d4e2b">
  <xsd:schema xmlns:xsd="http://www.w3.org/2001/XMLSchema" xmlns:xs="http://www.w3.org/2001/XMLSchema" xmlns:p="http://schemas.microsoft.com/office/2006/metadata/properties" xmlns:ns2="504af486-4529-4ba2-9e20-fe30fad891fd" targetNamespace="http://schemas.microsoft.com/office/2006/metadata/properties" ma:root="true" ma:fieldsID="06310a4cfbe12bc4fbe89e697301cf1d" ns2:_="">
    <xsd:import namespace="504af486-4529-4ba2-9e20-fe30fad891f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af486-4529-4ba2-9e20-fe30fad891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721DB-791E-45F0-BF88-09A0C66A3DDD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04af486-4529-4ba2-9e20-fe30fad891fd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6AB4D3-2A1F-4061-8E7C-337B6D559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4af486-4529-4ba2-9e20-fe30fad89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6F5D10-1900-48A4-AC0B-CD4D438D70E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6_predavaci-akceptacni-protokol</Template>
  <TotalTime>13</TotalTime>
  <Pages>2</Pages>
  <Words>148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- akceptační protokol k SOD</vt:lpstr>
    </vt:vector>
  </TitlesOfParts>
  <Company>ÚZEI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Kuzníková Michaela</dc:creator>
  <dc:description>od 20. 2. 2017</dc:description>
  <cp:lastModifiedBy>Kuzníková Michaela</cp:lastModifiedBy>
  <cp:revision>8</cp:revision>
  <cp:lastPrinted>2008-09-11T14:11:00Z</cp:lastPrinted>
  <dcterms:created xsi:type="dcterms:W3CDTF">2017-06-09T07:36:00Z</dcterms:created>
  <dcterms:modified xsi:type="dcterms:W3CDTF">2017-08-21T12:46:00Z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0x010100B1EFA4C14F064F45B25D82BF2851270F</vt:lpwstr>
  </property>
  <property fmtid="{D5CDD505-2E9C-101B-9397-08002B2CF9AE}" pid="3" name="_dlc_DocIdItemGuid">
    <vt:lpwstr>3dfc2d6f-3790-4dd4-958a-83f152890a88</vt:lpwstr>
  </property>
</Properties>
</file>